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2EA" w:rsidRDefault="005D1F51">
      <w:pPr>
        <w:jc w:val="center"/>
        <w:rPr>
          <w:sz w:val="96"/>
        </w:rPr>
      </w:pPr>
      <w:r>
        <w:rPr>
          <w:noProof/>
          <w:lang w:val="es-AR" w:eastAsia="es-AR"/>
        </w:rPr>
        <w:drawing>
          <wp:inline distT="0" distB="0" distL="0" distR="0">
            <wp:extent cx="5400675" cy="827433"/>
            <wp:effectExtent l="19050" t="0" r="9525" b="0"/>
            <wp:docPr id="2" name="Imagen 1" descr="Encabezado-2017-A4-VERT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cabezado-2017-A4-VERTICA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27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B79" w:rsidRDefault="003C4B79">
      <w:pPr>
        <w:jc w:val="center"/>
        <w:rPr>
          <w:sz w:val="96"/>
        </w:rPr>
      </w:pPr>
    </w:p>
    <w:p w:rsidR="003C4B79" w:rsidRPr="003C4B79" w:rsidRDefault="003C4B79">
      <w:pPr>
        <w:jc w:val="center"/>
        <w:rPr>
          <w:sz w:val="72"/>
          <w:szCs w:val="72"/>
        </w:rPr>
      </w:pPr>
      <w:r w:rsidRPr="003C4B79">
        <w:rPr>
          <w:sz w:val="72"/>
          <w:szCs w:val="72"/>
        </w:rPr>
        <w:t>LICITACION</w:t>
      </w:r>
    </w:p>
    <w:p w:rsidR="009812EA" w:rsidRPr="003C4B79" w:rsidRDefault="003C4B79">
      <w:pPr>
        <w:jc w:val="center"/>
        <w:rPr>
          <w:sz w:val="72"/>
          <w:szCs w:val="72"/>
        </w:rPr>
      </w:pPr>
      <w:r w:rsidRPr="003C4B79">
        <w:rPr>
          <w:sz w:val="72"/>
          <w:szCs w:val="72"/>
        </w:rPr>
        <w:t>PRIVADA</w:t>
      </w:r>
      <w:r w:rsidR="009812EA" w:rsidRPr="003C4B79">
        <w:rPr>
          <w:sz w:val="72"/>
          <w:szCs w:val="72"/>
        </w:rPr>
        <w:t xml:space="preserve"> </w:t>
      </w:r>
    </w:p>
    <w:p w:rsidR="009812EA" w:rsidRPr="003C4B79" w:rsidRDefault="009812EA">
      <w:pPr>
        <w:jc w:val="center"/>
        <w:rPr>
          <w:sz w:val="72"/>
          <w:szCs w:val="72"/>
        </w:rPr>
      </w:pPr>
      <w:r w:rsidRPr="003C4B79">
        <w:rPr>
          <w:sz w:val="72"/>
          <w:szCs w:val="72"/>
        </w:rPr>
        <w:t>C.M.C. Nº</w:t>
      </w:r>
      <w:r w:rsidR="005D1F51">
        <w:rPr>
          <w:sz w:val="72"/>
          <w:szCs w:val="72"/>
        </w:rPr>
        <w:t xml:space="preserve"> 02</w:t>
      </w:r>
      <w:r w:rsidRPr="003C4B79">
        <w:rPr>
          <w:sz w:val="72"/>
          <w:szCs w:val="72"/>
        </w:rPr>
        <w:t>/1</w:t>
      </w:r>
      <w:r w:rsidR="00A72510">
        <w:rPr>
          <w:sz w:val="72"/>
          <w:szCs w:val="72"/>
        </w:rPr>
        <w:t>7</w:t>
      </w:r>
    </w:p>
    <w:p w:rsidR="009812EA" w:rsidRDefault="009812EA">
      <w:pPr>
        <w:jc w:val="center"/>
        <w:rPr>
          <w:sz w:val="56"/>
        </w:rPr>
      </w:pPr>
    </w:p>
    <w:p w:rsidR="009812EA" w:rsidRDefault="009812EA" w:rsidP="006B3E5C">
      <w:pPr>
        <w:jc w:val="center"/>
        <w:rPr>
          <w:sz w:val="36"/>
        </w:rPr>
      </w:pPr>
      <w:r>
        <w:rPr>
          <w:sz w:val="36"/>
        </w:rPr>
        <w:t>“</w:t>
      </w:r>
      <w:r w:rsidR="005D1F51">
        <w:rPr>
          <w:sz w:val="36"/>
        </w:rPr>
        <w:t>SERVICIO MANTENIMIENTO RED CLOACAL Y PLUVIAL DEL MERCADO CENTRAL</w:t>
      </w:r>
      <w:r w:rsidR="00B96DD8">
        <w:rPr>
          <w:sz w:val="36"/>
        </w:rPr>
        <w:t>”</w:t>
      </w:r>
    </w:p>
    <w:p w:rsidR="009812EA" w:rsidRDefault="009812EA">
      <w:pPr>
        <w:jc w:val="both"/>
        <w:rPr>
          <w:sz w:val="36"/>
        </w:rPr>
      </w:pPr>
    </w:p>
    <w:p w:rsidR="009812EA" w:rsidRDefault="009812EA">
      <w:pPr>
        <w:pStyle w:val="Textoindependiente"/>
        <w:rPr>
          <w:b/>
          <w:bCs/>
          <w:sz w:val="40"/>
        </w:rPr>
      </w:pPr>
      <w:r>
        <w:rPr>
          <w:b/>
          <w:bCs/>
          <w:sz w:val="40"/>
        </w:rPr>
        <w:t>FECHA Y HORA DE APERTURA:</w:t>
      </w:r>
    </w:p>
    <w:p w:rsidR="009812EA" w:rsidRDefault="00E04A8B">
      <w:pPr>
        <w:pStyle w:val="Textoindependiente"/>
        <w:rPr>
          <w:sz w:val="40"/>
        </w:rPr>
      </w:pPr>
      <w:r>
        <w:rPr>
          <w:b/>
          <w:bCs/>
          <w:sz w:val="40"/>
        </w:rPr>
        <w:t xml:space="preserve">    </w:t>
      </w:r>
      <w:r w:rsidR="005D1F51">
        <w:rPr>
          <w:b/>
          <w:bCs/>
          <w:sz w:val="40"/>
        </w:rPr>
        <w:t>29</w:t>
      </w:r>
      <w:r w:rsidR="009812EA">
        <w:rPr>
          <w:b/>
          <w:bCs/>
          <w:sz w:val="40"/>
        </w:rPr>
        <w:t xml:space="preserve"> de</w:t>
      </w:r>
      <w:r w:rsidR="00C8571C">
        <w:rPr>
          <w:b/>
          <w:bCs/>
          <w:sz w:val="40"/>
        </w:rPr>
        <w:t xml:space="preserve"> </w:t>
      </w:r>
      <w:r w:rsidR="005D1F51">
        <w:rPr>
          <w:b/>
          <w:bCs/>
          <w:sz w:val="40"/>
        </w:rPr>
        <w:t>Marzo</w:t>
      </w:r>
      <w:r w:rsidR="0085576D">
        <w:rPr>
          <w:b/>
          <w:bCs/>
          <w:sz w:val="40"/>
        </w:rPr>
        <w:t xml:space="preserve"> </w:t>
      </w:r>
      <w:r w:rsidR="00C8571C">
        <w:rPr>
          <w:b/>
          <w:bCs/>
          <w:sz w:val="40"/>
        </w:rPr>
        <w:t>de</w:t>
      </w:r>
      <w:r w:rsidR="009812EA">
        <w:rPr>
          <w:b/>
          <w:bCs/>
          <w:sz w:val="40"/>
        </w:rPr>
        <w:t xml:space="preserve"> 201</w:t>
      </w:r>
      <w:r w:rsidR="005D1F51">
        <w:rPr>
          <w:b/>
          <w:bCs/>
          <w:sz w:val="40"/>
        </w:rPr>
        <w:t>7</w:t>
      </w:r>
      <w:r w:rsidR="009812EA">
        <w:rPr>
          <w:b/>
          <w:bCs/>
          <w:sz w:val="40"/>
        </w:rPr>
        <w:t xml:space="preserve"> </w:t>
      </w:r>
      <w:r w:rsidR="0085576D">
        <w:rPr>
          <w:b/>
          <w:bCs/>
          <w:sz w:val="40"/>
        </w:rPr>
        <w:t xml:space="preserve">a las </w:t>
      </w:r>
      <w:r w:rsidR="009812EA">
        <w:rPr>
          <w:b/>
          <w:bCs/>
          <w:sz w:val="40"/>
        </w:rPr>
        <w:t>11.00 HS</w:t>
      </w:r>
      <w:r w:rsidR="009812EA">
        <w:rPr>
          <w:sz w:val="40"/>
        </w:rPr>
        <w:t>.</w:t>
      </w:r>
    </w:p>
    <w:p w:rsidR="009812EA" w:rsidRDefault="009812EA">
      <w:pPr>
        <w:pStyle w:val="Textoindependiente"/>
        <w:rPr>
          <w:sz w:val="40"/>
        </w:rPr>
      </w:pPr>
    </w:p>
    <w:p w:rsidR="009812EA" w:rsidRDefault="009812EA">
      <w:pPr>
        <w:pStyle w:val="Textoindependiente"/>
        <w:rPr>
          <w:b/>
          <w:bCs/>
          <w:sz w:val="40"/>
        </w:rPr>
      </w:pPr>
      <w:r>
        <w:rPr>
          <w:b/>
          <w:bCs/>
          <w:sz w:val="40"/>
        </w:rPr>
        <w:t>LUGAR:</w:t>
      </w:r>
    </w:p>
    <w:p w:rsidR="003C4B79" w:rsidRDefault="003C4B79">
      <w:pPr>
        <w:pStyle w:val="Textoindependiente"/>
        <w:rPr>
          <w:b/>
          <w:bCs/>
          <w:sz w:val="40"/>
        </w:rPr>
      </w:pPr>
    </w:p>
    <w:p w:rsidR="009812EA" w:rsidRDefault="009812EA">
      <w:pPr>
        <w:pStyle w:val="Textoindependiente"/>
        <w:rPr>
          <w:b/>
          <w:bCs/>
          <w:sz w:val="40"/>
        </w:rPr>
      </w:pPr>
      <w:r>
        <w:rPr>
          <w:b/>
          <w:bCs/>
          <w:sz w:val="40"/>
        </w:rPr>
        <w:t>División Compras de la Corporación, sit</w:t>
      </w:r>
      <w:r w:rsidR="0031585C">
        <w:rPr>
          <w:b/>
          <w:bCs/>
          <w:sz w:val="40"/>
        </w:rPr>
        <w:t>a</w:t>
      </w:r>
      <w:r>
        <w:rPr>
          <w:b/>
          <w:bCs/>
          <w:sz w:val="40"/>
        </w:rPr>
        <w:t xml:space="preserve"> en Aut. Riccheri y B. Sur Mer, Tapiales, Pcia. de Bs. As. 4to. Piso Edificio Centro Administrativo</w:t>
      </w:r>
    </w:p>
    <w:p w:rsidR="009812EA" w:rsidRDefault="009812EA">
      <w:pPr>
        <w:pStyle w:val="Textoindependiente"/>
        <w:rPr>
          <w:b/>
          <w:bCs/>
          <w:sz w:val="40"/>
        </w:rPr>
      </w:pPr>
    </w:p>
    <w:p w:rsidR="003C4B79" w:rsidRDefault="003C4B79">
      <w:pPr>
        <w:jc w:val="center"/>
        <w:rPr>
          <w:sz w:val="56"/>
          <w:szCs w:val="56"/>
        </w:rPr>
      </w:pPr>
    </w:p>
    <w:p w:rsidR="003C4B79" w:rsidRDefault="003C4B79">
      <w:pPr>
        <w:jc w:val="center"/>
        <w:rPr>
          <w:sz w:val="56"/>
          <w:szCs w:val="56"/>
        </w:rPr>
      </w:pPr>
    </w:p>
    <w:p w:rsidR="009812EA" w:rsidRPr="003C4B79" w:rsidRDefault="009812EA">
      <w:pPr>
        <w:jc w:val="center"/>
        <w:rPr>
          <w:sz w:val="56"/>
          <w:szCs w:val="56"/>
        </w:rPr>
      </w:pPr>
      <w:r w:rsidRPr="003C4B79">
        <w:rPr>
          <w:sz w:val="56"/>
          <w:szCs w:val="56"/>
        </w:rPr>
        <w:t>Pliego de Bases</w:t>
      </w:r>
    </w:p>
    <w:p w:rsidR="009812EA" w:rsidRPr="003C4B79" w:rsidRDefault="009812EA">
      <w:pPr>
        <w:jc w:val="center"/>
        <w:rPr>
          <w:sz w:val="56"/>
          <w:szCs w:val="56"/>
        </w:rPr>
      </w:pPr>
      <w:r w:rsidRPr="003C4B79">
        <w:rPr>
          <w:sz w:val="56"/>
          <w:szCs w:val="56"/>
        </w:rPr>
        <w:t xml:space="preserve">y Condiciones </w:t>
      </w:r>
    </w:p>
    <w:sectPr w:rsidR="009812EA" w:rsidRPr="003C4B79" w:rsidSect="003C4B79">
      <w:pgSz w:w="11907" w:h="16840" w:code="9"/>
      <w:pgMar w:top="1418" w:right="1701" w:bottom="1418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BA1" w:rsidRDefault="00834BA1">
      <w:r>
        <w:separator/>
      </w:r>
    </w:p>
  </w:endnote>
  <w:endnote w:type="continuationSeparator" w:id="1">
    <w:p w:rsidR="00834BA1" w:rsidRDefault="00834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BA1" w:rsidRDefault="00834BA1">
      <w:r>
        <w:separator/>
      </w:r>
    </w:p>
  </w:footnote>
  <w:footnote w:type="continuationSeparator" w:id="1">
    <w:p w:rsidR="00834BA1" w:rsidRDefault="00834B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ttachedTemplate r:id="rId1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0DD"/>
    <w:rsid w:val="00007E42"/>
    <w:rsid w:val="00077704"/>
    <w:rsid w:val="00092F27"/>
    <w:rsid w:val="000A483F"/>
    <w:rsid w:val="000A7CCA"/>
    <w:rsid w:val="000E3EE3"/>
    <w:rsid w:val="00156DD3"/>
    <w:rsid w:val="001840DD"/>
    <w:rsid w:val="001A0D32"/>
    <w:rsid w:val="001F0DF2"/>
    <w:rsid w:val="001F279D"/>
    <w:rsid w:val="00230B88"/>
    <w:rsid w:val="00286BF4"/>
    <w:rsid w:val="0031585C"/>
    <w:rsid w:val="003709A4"/>
    <w:rsid w:val="003C4B79"/>
    <w:rsid w:val="00566660"/>
    <w:rsid w:val="005D1F51"/>
    <w:rsid w:val="006526A6"/>
    <w:rsid w:val="00664063"/>
    <w:rsid w:val="006B3E5C"/>
    <w:rsid w:val="007978E5"/>
    <w:rsid w:val="007D51B1"/>
    <w:rsid w:val="00834BA1"/>
    <w:rsid w:val="0085576D"/>
    <w:rsid w:val="00964A0E"/>
    <w:rsid w:val="009812EA"/>
    <w:rsid w:val="009A13CD"/>
    <w:rsid w:val="00A72510"/>
    <w:rsid w:val="00A95E34"/>
    <w:rsid w:val="00AD7FC9"/>
    <w:rsid w:val="00B53880"/>
    <w:rsid w:val="00B96DD8"/>
    <w:rsid w:val="00BB4690"/>
    <w:rsid w:val="00BD0BCE"/>
    <w:rsid w:val="00C01FAD"/>
    <w:rsid w:val="00C0212E"/>
    <w:rsid w:val="00C53E20"/>
    <w:rsid w:val="00C8571C"/>
    <w:rsid w:val="00CF6327"/>
    <w:rsid w:val="00E04A8B"/>
    <w:rsid w:val="00FB3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BCE"/>
    <w:rPr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D0BC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D0BCE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BD0BCE"/>
    <w:pPr>
      <w:jc w:val="center"/>
    </w:pPr>
    <w:rPr>
      <w:sz w:val="72"/>
      <w:szCs w:val="24"/>
      <w:lang w:val="es-ES"/>
    </w:rPr>
  </w:style>
  <w:style w:type="paragraph" w:styleId="Textodeglobo">
    <w:name w:val="Balloon Text"/>
    <w:basedOn w:val="Normal"/>
    <w:link w:val="TextodegloboCar"/>
    <w:rsid w:val="009A13C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A13CD"/>
    <w:rPr>
      <w:rFonts w:ascii="Tahoma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ren\Documents\Caratula%20Licitac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Caratula Licitacion</Template>
  <TotalTime>1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LICITACION</vt:lpstr>
    </vt:vector>
  </TitlesOfParts>
  <Company>C.M.C.B.A.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LICITACION</dc:title>
  <dc:creator>Fabiana Choren</dc:creator>
  <cp:lastModifiedBy>Fabiana Choren</cp:lastModifiedBy>
  <cp:revision>3</cp:revision>
  <cp:lastPrinted>2017-03-15T18:02:00Z</cp:lastPrinted>
  <dcterms:created xsi:type="dcterms:W3CDTF">2017-03-15T18:02:00Z</dcterms:created>
  <dcterms:modified xsi:type="dcterms:W3CDTF">2017-03-16T13:57:00Z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726856831</vt:i4>
  </property>
  <property fmtid="{D5CDD505-2E9C-101B-9397-08002B2CF9AE}" pid="3" name="_NewReviewCycle">
    <vt:lpwstr/>
  </property>
  <property fmtid="{D5CDD505-2E9C-101B-9397-08002B2CF9AE}" pid="4" name="_EmailSubject">
    <vt:lpwstr>Pedido de Cotización para C.M.C.B.A.</vt:lpwstr>
  </property>
  <property fmtid="{D5CDD505-2E9C-101B-9397-08002B2CF9AE}" pid="5" name="_AuthorEmail">
    <vt:lpwstr>fchoren@mercadocentral.gob.ar</vt:lpwstr>
  </property>
  <property fmtid="{D5CDD505-2E9C-101B-9397-08002B2CF9AE}" pid="6" name="_AuthorEmailDisplayName">
    <vt:lpwstr>Fabiana Choren</vt:lpwstr>
  </property>
</Properties>
</file>